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Unit 1 – Date: September </w:t>
      </w:r>
      <w:r w:rsidR="00DA5F35">
        <w:rPr>
          <w:rFonts w:ascii="Times New Roman" w:hAnsi="Times New Roman"/>
          <w:b/>
        </w:rPr>
        <w:t>18</w:t>
      </w:r>
      <w:r w:rsidR="00DA5F35" w:rsidRPr="00DA5F35">
        <w:rPr>
          <w:rFonts w:ascii="Times New Roman" w:hAnsi="Times New Roman"/>
          <w:b/>
          <w:vertAlign w:val="superscript"/>
        </w:rPr>
        <w:t>th</w:t>
      </w:r>
      <w:r w:rsidR="00DA5F35">
        <w:rPr>
          <w:rFonts w:ascii="Times New Roman" w:hAnsi="Times New Roman"/>
          <w:b/>
        </w:rPr>
        <w:t>-19</w:t>
      </w:r>
      <w:r w:rsidR="00DA5F35" w:rsidRPr="00DA5F35">
        <w:rPr>
          <w:rFonts w:ascii="Times New Roman" w:hAnsi="Times New Roman"/>
          <w:b/>
          <w:vertAlign w:val="superscript"/>
        </w:rPr>
        <w:t>th</w:t>
      </w:r>
      <w:r w:rsidR="00DA5F35"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944FBA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</w:t>
            </w:r>
            <w:r w:rsidR="00DA5F35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DA5F35" w:rsidRDefault="00DA5F35" w:rsidP="00DA5F35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A5F35">
              <w:rPr>
                <w:rFonts w:asciiTheme="minorHAnsi" w:hAnsiTheme="minorHAnsi" w:cstheme="minorHAnsi"/>
                <w:sz w:val="24"/>
                <w:szCs w:val="24"/>
              </w:rPr>
              <w:t>Apply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A5F35">
              <w:rPr>
                <w:rFonts w:asciiTheme="minorHAnsi" w:hAnsiTheme="minorHAnsi" w:cstheme="minorHAnsi"/>
                <w:sz w:val="24"/>
                <w:szCs w:val="24"/>
              </w:rPr>
              <w:t>(apply-3)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DA5F35">
              <w:rPr>
                <w:rFonts w:asciiTheme="minorHAnsi" w:hAnsiTheme="minorHAnsi" w:cstheme="minorHAnsi"/>
                <w:sz w:val="24"/>
                <w:szCs w:val="24"/>
              </w:rPr>
              <w:t>Generate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A5F35">
              <w:rPr>
                <w:rFonts w:asciiTheme="minorHAnsi" w:hAnsiTheme="minorHAnsi" w:cstheme="minorHAnsi"/>
                <w:sz w:val="24"/>
                <w:szCs w:val="24"/>
              </w:rPr>
              <w:t>(apply-3)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A5F35">
              <w:rPr>
                <w:rFonts w:asciiTheme="minorHAnsi" w:hAnsiTheme="minorHAnsi" w:cstheme="minorHAnsi"/>
                <w:bCs/>
                <w:sz w:val="24"/>
                <w:szCs w:val="24"/>
              </w:rPr>
              <w:t>(DOK2)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A5F35" w:rsidRPr="00F53206" w:rsidRDefault="00DA5F35" w:rsidP="00DA5F3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6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apply the properties of operations (especially the distributive property) to generate equivalent expressions.</w:t>
            </w:r>
          </w:p>
          <w:p w:rsidR="00095627" w:rsidRPr="00DA5F35" w:rsidRDefault="00095627" w:rsidP="00FD150A">
            <w:pPr>
              <w:pStyle w:val="ListParagraph"/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837" w:rsidRPr="00393BED" w:rsidRDefault="003D5E2F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Distributive, associative, commutative, equivalent, variables, terms, constant, multiplicative, additive identities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BF7FF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837" w:rsidRDefault="003D5E2F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9-1 pg. 332</w:t>
            </w:r>
          </w:p>
          <w:p w:rsidR="003D5E2F" w:rsidRDefault="003D5E2F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On Core 3-5 pg. 74 </w:t>
            </w:r>
          </w:p>
          <w:p w:rsidR="003D5E2F" w:rsidRPr="005841A6" w:rsidRDefault="003D5E2F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</w:t>
            </w:r>
            <w:r w:rsidR="00130B7A">
              <w:rPr>
                <w:rFonts w:ascii="Times New Roman" w:hAnsi="Times New Roman"/>
                <w:b/>
                <w:sz w:val="20"/>
                <w:szCs w:val="20"/>
              </w:rPr>
              <w:t>26 Lesson 1-5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BF7FF7" w:rsidRDefault="00095627" w:rsidP="00BF7F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130B7A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30B7A" w:rsidRPr="00864684" w:rsidRDefault="00130B7A" w:rsidP="006563B5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130B7A" w:rsidRPr="00A27609" w:rsidRDefault="00130B7A" w:rsidP="0098160F">
            <w:pPr>
              <w:pStyle w:val="ListParagraph"/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B7A" w:rsidRPr="00A27609" w:rsidRDefault="00130B7A" w:rsidP="006563B5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130B7A" w:rsidRPr="002C6A3F" w:rsidRDefault="00130B7A" w:rsidP="006563B5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130B7A" w:rsidRPr="005841A6" w:rsidTr="00BF7FF7">
        <w:trPr>
          <w:trHeight w:val="79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 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Over head warm-up</w:t>
            </w:r>
          </w:p>
        </w:tc>
      </w:tr>
      <w:tr w:rsidR="00130B7A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130B7A" w:rsidRPr="00286063" w:rsidRDefault="00130B7A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Task Three </w:t>
            </w: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Matching for practice.</w:t>
            </w: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Day Two:</w:t>
            </w:r>
          </w:p>
          <w:p w:rsidR="00515910" w:rsidRDefault="00515910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Pass out BINGO stuff. Act out properties.</w:t>
            </w:r>
          </w:p>
          <w:p w:rsidR="00515910" w:rsidRPr="005841A6" w:rsidRDefault="00515910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0B7A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Create foldable for properties and identities. After checking matching game answers, use the matching game to fill in the foldable. </w:t>
            </w: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5910" w:rsidRDefault="00515910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515910" w:rsidRDefault="00515910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30B7A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Bingo Game for practice.</w:t>
            </w:r>
          </w:p>
          <w:p w:rsidR="00130B7A" w:rsidRPr="00EB3068" w:rsidRDefault="00130B7A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0B7A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130B7A" w:rsidRPr="00286063" w:rsidRDefault="00130B7A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15910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Quiz over properties </w:t>
            </w:r>
          </w:p>
          <w:p w:rsidR="00515910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5910" w:rsidRPr="005841A6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30B7A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130B7A" w:rsidRPr="00864684" w:rsidRDefault="00130B7A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130B7A" w:rsidRPr="00864684" w:rsidRDefault="00130B7A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130B7A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7A" w:rsidRPr="005841A6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Quiz- 80% mastery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B7A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Study properties, worksheet. </w:t>
            </w:r>
          </w:p>
          <w:p w:rsidR="00515910" w:rsidRPr="005841A6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Day Two: No homework</w:t>
            </w:r>
          </w:p>
        </w:tc>
      </w:tr>
      <w:tr w:rsidR="00130B7A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B7A" w:rsidRPr="005841A6" w:rsidRDefault="00130B7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0B7A" w:rsidRPr="005841A6" w:rsidRDefault="00515910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Review for Mastery Holt pg. 28</w:t>
            </w:r>
          </w:p>
        </w:tc>
      </w:tr>
    </w:tbl>
    <w:p w:rsidR="00927757" w:rsidRDefault="002E7DE4"/>
    <w:sectPr w:rsidR="00927757" w:rsidSect="00A61DF1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F42" w:rsidRDefault="00AA0F42" w:rsidP="00A61DF1">
      <w:pPr>
        <w:spacing w:after="0" w:line="240" w:lineRule="auto"/>
      </w:pPr>
      <w:r>
        <w:separator/>
      </w:r>
    </w:p>
  </w:endnote>
  <w:endnote w:type="continuationSeparator" w:id="0">
    <w:p w:rsidR="00AA0F42" w:rsidRDefault="00AA0F42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F42" w:rsidRDefault="00AA0F42" w:rsidP="00A61DF1">
      <w:pPr>
        <w:spacing w:after="0" w:line="240" w:lineRule="auto"/>
      </w:pPr>
      <w:r>
        <w:separator/>
      </w:r>
    </w:p>
  </w:footnote>
  <w:footnote w:type="continuationSeparator" w:id="0">
    <w:p w:rsidR="00AA0F42" w:rsidRDefault="00AA0F42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A61DF1" w:rsidP="00C310CF">
    <w:pPr>
      <w:pStyle w:val="Header"/>
      <w:tabs>
        <w:tab w:val="clear" w:pos="9360"/>
        <w:tab w:val="right" w:pos="102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0F8F189F"/>
    <w:multiLevelType w:val="hybridMultilevel"/>
    <w:tmpl w:val="9E3610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754D6"/>
    <w:multiLevelType w:val="hybridMultilevel"/>
    <w:tmpl w:val="44A617E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1A042B"/>
    <w:multiLevelType w:val="hybridMultilevel"/>
    <w:tmpl w:val="F670D1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C44EDB"/>
    <w:multiLevelType w:val="hybridMultilevel"/>
    <w:tmpl w:val="F50A41B6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1"/>
  </w:num>
  <w:num w:numId="7">
    <w:abstractNumId w:val="8"/>
  </w:num>
  <w:num w:numId="8">
    <w:abstractNumId w:val="4"/>
  </w:num>
  <w:num w:numId="9">
    <w:abstractNumId w:val="10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36A05"/>
    <w:rsid w:val="00054DE7"/>
    <w:rsid w:val="00086D5C"/>
    <w:rsid w:val="00095627"/>
    <w:rsid w:val="00130B7A"/>
    <w:rsid w:val="00134459"/>
    <w:rsid w:val="00165489"/>
    <w:rsid w:val="001F15CB"/>
    <w:rsid w:val="001F446E"/>
    <w:rsid w:val="002C11B4"/>
    <w:rsid w:val="002E6716"/>
    <w:rsid w:val="002E7DE4"/>
    <w:rsid w:val="00361993"/>
    <w:rsid w:val="003647A9"/>
    <w:rsid w:val="00393BED"/>
    <w:rsid w:val="003D5E2F"/>
    <w:rsid w:val="003E3837"/>
    <w:rsid w:val="00445DAD"/>
    <w:rsid w:val="00467FBA"/>
    <w:rsid w:val="004B33C1"/>
    <w:rsid w:val="004D3530"/>
    <w:rsid w:val="004F109C"/>
    <w:rsid w:val="00515910"/>
    <w:rsid w:val="00550C16"/>
    <w:rsid w:val="00596560"/>
    <w:rsid w:val="005D08C4"/>
    <w:rsid w:val="005E6AD3"/>
    <w:rsid w:val="005F3AAB"/>
    <w:rsid w:val="00602BD0"/>
    <w:rsid w:val="006310C8"/>
    <w:rsid w:val="00682354"/>
    <w:rsid w:val="006910A5"/>
    <w:rsid w:val="00730262"/>
    <w:rsid w:val="00752613"/>
    <w:rsid w:val="007962C7"/>
    <w:rsid w:val="0085056E"/>
    <w:rsid w:val="0085472F"/>
    <w:rsid w:val="00897E04"/>
    <w:rsid w:val="00906438"/>
    <w:rsid w:val="0091357B"/>
    <w:rsid w:val="0091416D"/>
    <w:rsid w:val="00915870"/>
    <w:rsid w:val="00944FBA"/>
    <w:rsid w:val="0098160F"/>
    <w:rsid w:val="00995AF7"/>
    <w:rsid w:val="009A4C2E"/>
    <w:rsid w:val="00A27609"/>
    <w:rsid w:val="00A345B9"/>
    <w:rsid w:val="00A46DA6"/>
    <w:rsid w:val="00A61DF1"/>
    <w:rsid w:val="00A714D3"/>
    <w:rsid w:val="00AA0F42"/>
    <w:rsid w:val="00AD17BA"/>
    <w:rsid w:val="00B4664B"/>
    <w:rsid w:val="00B53436"/>
    <w:rsid w:val="00BE73E4"/>
    <w:rsid w:val="00BF7FF7"/>
    <w:rsid w:val="00C130F7"/>
    <w:rsid w:val="00C23428"/>
    <w:rsid w:val="00C310CF"/>
    <w:rsid w:val="00C8424C"/>
    <w:rsid w:val="00C962C3"/>
    <w:rsid w:val="00CF4A0C"/>
    <w:rsid w:val="00D549C8"/>
    <w:rsid w:val="00D708B2"/>
    <w:rsid w:val="00D76754"/>
    <w:rsid w:val="00DA5F35"/>
    <w:rsid w:val="00DD2844"/>
    <w:rsid w:val="00E24A5B"/>
    <w:rsid w:val="00E349DC"/>
    <w:rsid w:val="00E80BDA"/>
    <w:rsid w:val="00E93548"/>
    <w:rsid w:val="00EB3068"/>
    <w:rsid w:val="00EE603D"/>
    <w:rsid w:val="00F65018"/>
    <w:rsid w:val="00FD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0</TotalTime>
  <Pages>2</Pages>
  <Words>207</Words>
  <Characters>1181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cp:lastPrinted>2012-07-25T18:34:00Z</cp:lastPrinted>
  <dcterms:created xsi:type="dcterms:W3CDTF">2012-07-26T17:15:00Z</dcterms:created>
  <dcterms:modified xsi:type="dcterms:W3CDTF">2012-07-26T17:15:00Z</dcterms:modified>
</cp:coreProperties>
</file>